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3D0" w:rsidRDefault="005913D0" w:rsidP="00D96238">
      <w:pPr>
        <w:rPr>
          <w:rFonts w:ascii="Times New Roman" w:hAnsi="Times New Roman" w:cs="Times New Roman"/>
          <w:b/>
          <w:bCs/>
          <w:sz w:val="28"/>
          <w:szCs w:val="28"/>
        </w:rPr>
      </w:pPr>
      <w:r w:rsidRPr="00D96238">
        <w:rPr>
          <w:rFonts w:ascii="Times New Roman" w:hAnsi="Times New Roman" w:cs="Times New Roman"/>
          <w:b/>
          <w:bCs/>
          <w:sz w:val="28"/>
          <w:szCs w:val="28"/>
        </w:rPr>
        <w:t xml:space="preserve">Make Your Own Phone Line </w:t>
      </w:r>
      <w:r>
        <w:rPr>
          <w:rFonts w:ascii="Times New Roman" w:hAnsi="Times New Roman" w:cs="Times New Roman"/>
          <w:b/>
          <w:bCs/>
          <w:sz w:val="28"/>
          <w:szCs w:val="28"/>
        </w:rPr>
        <w:t xml:space="preserve">For Free </w:t>
      </w:r>
      <w:r w:rsidRPr="00D96238">
        <w:rPr>
          <w:rFonts w:ascii="Times New Roman" w:hAnsi="Times New Roman" w:cs="Times New Roman"/>
          <w:b/>
          <w:bCs/>
          <w:sz w:val="28"/>
          <w:szCs w:val="28"/>
        </w:rPr>
        <w:t xml:space="preserve">Energy </w:t>
      </w:r>
      <w:r>
        <w:rPr>
          <w:rFonts w:ascii="Times New Roman" w:hAnsi="Times New Roman" w:cs="Times New Roman"/>
          <w:b/>
          <w:bCs/>
          <w:sz w:val="28"/>
          <w:szCs w:val="28"/>
        </w:rPr>
        <w:t>System</w:t>
      </w:r>
      <w:r w:rsidRPr="00D96238">
        <w:rPr>
          <w:rFonts w:ascii="Times New Roman" w:hAnsi="Times New Roman" w:cs="Times New Roman"/>
          <w:b/>
          <w:bCs/>
          <w:sz w:val="28"/>
          <w:szCs w:val="28"/>
        </w:rPr>
        <w:t xml:space="preserve"> </w:t>
      </w:r>
    </w:p>
    <w:p w:rsidR="005913D0" w:rsidRDefault="005913D0" w:rsidP="00D96238">
      <w:pPr>
        <w:rPr>
          <w:rFonts w:ascii="Times New Roman" w:hAnsi="Times New Roman" w:cs="Times New Roman"/>
          <w:sz w:val="24"/>
          <w:szCs w:val="24"/>
        </w:rPr>
      </w:pPr>
      <w:r>
        <w:rPr>
          <w:rFonts w:ascii="Times New Roman" w:hAnsi="Times New Roman" w:cs="Times New Roman"/>
          <w:sz w:val="24"/>
          <w:szCs w:val="24"/>
        </w:rPr>
        <w:t xml:space="preserve">Electricity bills are sucking each and every day hundreds of dollars from normal families. It is assumed that more than a quarter of a normal family’s income is spent on this type of bills. Taking this into consideration, it is no wander that more and more people are looking for alternative ways of powering their electrical appliances. One of the most effective ways through which many people choose to produce power is the phone line energy kit. There are many such kits available on the market, which enable the consumers to extract the energy from the phone line and use it for their own purposes. Yet, why spend lost of money on such a kit when you can do it yourself, without too much effort or too much money spent on the necessary equipment. </w:t>
      </w:r>
    </w:p>
    <w:p w:rsidR="005913D0" w:rsidRDefault="005913D0" w:rsidP="00D96238">
      <w:pPr>
        <w:rPr>
          <w:rFonts w:ascii="Times New Roman" w:hAnsi="Times New Roman" w:cs="Times New Roman"/>
          <w:sz w:val="24"/>
          <w:szCs w:val="24"/>
        </w:rPr>
      </w:pPr>
      <w:r>
        <w:rPr>
          <w:rFonts w:ascii="Times New Roman" w:hAnsi="Times New Roman" w:cs="Times New Roman"/>
          <w:sz w:val="24"/>
          <w:szCs w:val="24"/>
        </w:rPr>
        <w:t xml:space="preserve">There are many people who have done this system all by themselves and now are paying half of the electricity bills they used to pay before installing this system. Many people using the energy from the phone line use this type of energy for powering small appliances, while those appliances which need more power to function properly are powered from the power outlet. This is why the amount of energy consumed by the appliances remains the same, but the electricity bill is significantly lowered down. In addition to that, the electrical equipment powered by the energy from the phone line functions good, giving the same results as if they were powered from the power outlet. </w:t>
      </w:r>
    </w:p>
    <w:p w:rsidR="005913D0" w:rsidRPr="00D96238" w:rsidRDefault="005913D0" w:rsidP="00D96238">
      <w:pPr>
        <w:rPr>
          <w:rFonts w:ascii="Times New Roman" w:hAnsi="Times New Roman" w:cs="Times New Roman"/>
          <w:sz w:val="24"/>
          <w:szCs w:val="24"/>
        </w:rPr>
      </w:pPr>
      <w:r>
        <w:rPr>
          <w:rFonts w:ascii="Times New Roman" w:hAnsi="Times New Roman" w:cs="Times New Roman"/>
          <w:sz w:val="24"/>
          <w:szCs w:val="24"/>
        </w:rPr>
        <w:t>You will need several things in order to build an effective system that will gather energy from the phone line without causing any discomfort to your neighbors. Among those things, you will have to purchase a battery where you are going to deposit the power until the time you are going to use it, lost of wires and a device which will transform the power and make it ready to use for powering your electrical devices. Other things will be needed too, but these are by far the most expensive and most important ones. Thus, you will not have to spend a fortune on such a system as it can be quite affordable and easy to ensemble if you decide to do it yourself!</w:t>
      </w:r>
      <w:bookmarkStart w:id="0" w:name="_GoBack"/>
      <w:bookmarkEnd w:id="0"/>
    </w:p>
    <w:p w:rsidR="005913D0" w:rsidRDefault="005913D0"/>
    <w:sectPr w:rsidR="005913D0" w:rsidSect="00D96238">
      <w:pgSz w:w="12240" w:h="15840"/>
      <w:pgMar w:top="142"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AF3D22"/>
    <w:multiLevelType w:val="hybridMultilevel"/>
    <w:tmpl w:val="0CC64BA8"/>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6238"/>
    <w:rsid w:val="000617F7"/>
    <w:rsid w:val="000F7B7B"/>
    <w:rsid w:val="002D581C"/>
    <w:rsid w:val="005913D0"/>
    <w:rsid w:val="007626E2"/>
    <w:rsid w:val="00827E13"/>
    <w:rsid w:val="00956C26"/>
    <w:rsid w:val="009F6836"/>
    <w:rsid w:val="00A4738B"/>
    <w:rsid w:val="00BD0234"/>
    <w:rsid w:val="00D96238"/>
    <w:rsid w:val="00E474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6E2"/>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96238"/>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TotalTime>
  <Pages>1</Pages>
  <Words>319</Words>
  <Characters>1822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joe</cp:lastModifiedBy>
  <cp:revision>13</cp:revision>
  <dcterms:created xsi:type="dcterms:W3CDTF">2010-09-22T11:36:00Z</dcterms:created>
  <dcterms:modified xsi:type="dcterms:W3CDTF">2010-09-23T00:01:00Z</dcterms:modified>
</cp:coreProperties>
</file>